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5" w:type="dxa"/>
          <w:right w:w="15" w:type="dxa"/>
        </w:tblCellMar>
        <w:tblLook w:val="0000"/>
      </w:tblPr>
      <w:tblGrid>
        <w:gridCol w:w="12240"/>
      </w:tblGrid>
      <w:tr w:rsidR="00312F7D" w:rsidRPr="00A273BC" w:rsidTr="00A273BC">
        <w:trPr>
          <w:cantSplit/>
          <w:trHeight w:hRule="exact" w:val="3330"/>
        </w:trPr>
        <w:tc>
          <w:tcPr>
            <w:tcW w:w="12240" w:type="dxa"/>
            <w:shd w:val="clear" w:color="auto" w:fill="auto"/>
          </w:tcPr>
          <w:p w:rsidR="00312F7D" w:rsidRPr="00A273BC" w:rsidRDefault="00312F7D" w:rsidP="00A273BC">
            <w:pPr>
              <w:spacing w:after="0" w:line="240" w:lineRule="auto"/>
              <w:ind w:left="248" w:right="248"/>
            </w:pPr>
          </w:p>
        </w:tc>
      </w:tr>
      <w:tr w:rsidR="00312F7D" w:rsidRPr="00A273BC" w:rsidTr="00A273BC">
        <w:trPr>
          <w:cantSplit/>
          <w:trHeight w:hRule="exact" w:val="3600"/>
        </w:trPr>
        <w:tc>
          <w:tcPr>
            <w:tcW w:w="12240" w:type="dxa"/>
            <w:shd w:val="clear" w:color="auto" w:fill="auto"/>
          </w:tcPr>
          <w:p w:rsidR="00945CC5" w:rsidRDefault="00945CC5" w:rsidP="00A273BC">
            <w:pPr>
              <w:spacing w:before="111" w:after="0" w:line="240" w:lineRule="auto"/>
              <w:ind w:left="126" w:right="126"/>
              <w:jc w:val="center"/>
              <w:rPr>
                <w:b/>
                <w:noProof/>
                <w:sz w:val="32"/>
                <w:szCs w:val="32"/>
              </w:rPr>
            </w:pPr>
          </w:p>
          <w:p w:rsidR="00E849C2" w:rsidRPr="00A273BC" w:rsidRDefault="00E849C2" w:rsidP="00A273BC">
            <w:pPr>
              <w:spacing w:before="111" w:after="0" w:line="240" w:lineRule="auto"/>
              <w:ind w:left="126" w:right="126"/>
              <w:jc w:val="center"/>
              <w:rPr>
                <w:b/>
                <w:noProof/>
                <w:sz w:val="32"/>
                <w:szCs w:val="32"/>
              </w:rPr>
            </w:pPr>
          </w:p>
          <w:p w:rsidR="00312F7D" w:rsidRPr="00E849C2" w:rsidRDefault="00E849C2" w:rsidP="00E849C2">
            <w:pPr>
              <w:spacing w:before="111" w:after="0" w:line="240" w:lineRule="auto"/>
              <w:ind w:left="126" w:right="126"/>
              <w:jc w:val="center"/>
              <w:rPr>
                <w:rFonts w:ascii="Verdana" w:hAnsi="Verdana"/>
                <w:b/>
                <w:noProof/>
                <w:sz w:val="110"/>
                <w:szCs w:val="110"/>
              </w:rPr>
            </w:pPr>
            <w:r w:rsidRPr="00E849C2">
              <w:rPr>
                <w:rFonts w:ascii="Verdana" w:hAnsi="Verdana"/>
                <w:b/>
                <w:noProof/>
                <w:sz w:val="110"/>
                <w:szCs w:val="110"/>
              </w:rPr>
              <w:t>Enter Name</w:t>
            </w:r>
          </w:p>
        </w:tc>
      </w:tr>
      <w:tr w:rsidR="00312F7D" w:rsidRPr="00A273BC" w:rsidTr="00A273BC">
        <w:trPr>
          <w:cantSplit/>
          <w:trHeight w:hRule="exact" w:val="3600"/>
        </w:trPr>
        <w:tc>
          <w:tcPr>
            <w:tcW w:w="12240" w:type="dxa"/>
            <w:shd w:val="clear" w:color="auto" w:fill="auto"/>
          </w:tcPr>
          <w:p w:rsidR="00312F7D" w:rsidRPr="00A273BC" w:rsidRDefault="00E849C2" w:rsidP="00A273BC">
            <w:pPr>
              <w:spacing w:after="0" w:line="240" w:lineRule="auto"/>
              <w:ind w:left="248" w:right="248"/>
            </w:pPr>
            <w:r>
              <w:t>-----------------------------------------------------------------------------------------------------------------------------------------------------------------------</w:t>
            </w:r>
          </w:p>
        </w:tc>
      </w:tr>
      <w:tr w:rsidR="00312F7D" w:rsidRPr="00A273BC" w:rsidTr="00A273BC">
        <w:trPr>
          <w:cantSplit/>
          <w:trHeight w:hRule="exact" w:val="3330"/>
        </w:trPr>
        <w:tc>
          <w:tcPr>
            <w:tcW w:w="12240" w:type="dxa"/>
            <w:shd w:val="clear" w:color="auto" w:fill="auto"/>
          </w:tcPr>
          <w:p w:rsidR="00312F7D" w:rsidRDefault="00312F7D" w:rsidP="00A273BC">
            <w:pPr>
              <w:spacing w:after="0" w:line="240" w:lineRule="auto"/>
              <w:ind w:left="248" w:right="248"/>
            </w:pPr>
          </w:p>
          <w:p w:rsidR="00E849C2" w:rsidRDefault="00E849C2" w:rsidP="00A273BC">
            <w:pPr>
              <w:spacing w:after="0" w:line="240" w:lineRule="auto"/>
              <w:ind w:left="248" w:right="248"/>
            </w:pPr>
          </w:p>
          <w:p w:rsidR="00904163" w:rsidRDefault="00904163" w:rsidP="00A273BC">
            <w:pPr>
              <w:spacing w:after="0" w:line="240" w:lineRule="auto"/>
              <w:ind w:left="248" w:right="248"/>
            </w:pPr>
          </w:p>
          <w:p w:rsidR="00904163" w:rsidRDefault="00904163" w:rsidP="00A273BC">
            <w:pPr>
              <w:spacing w:after="0" w:line="240" w:lineRule="auto"/>
              <w:ind w:left="248" w:right="248"/>
            </w:pPr>
          </w:p>
          <w:p w:rsidR="00904163" w:rsidRDefault="00904163" w:rsidP="00A273BC">
            <w:pPr>
              <w:spacing w:after="0" w:line="240" w:lineRule="auto"/>
              <w:ind w:left="248" w:right="248"/>
            </w:pPr>
          </w:p>
          <w:p w:rsidR="00E849C2" w:rsidRDefault="00E849C2" w:rsidP="00A273BC">
            <w:pPr>
              <w:spacing w:after="0" w:line="240" w:lineRule="auto"/>
              <w:ind w:left="248" w:right="248"/>
            </w:pPr>
          </w:p>
          <w:p w:rsidR="00E849C2" w:rsidRPr="00A273BC" w:rsidRDefault="00E849C2" w:rsidP="00A273BC">
            <w:pPr>
              <w:spacing w:after="0" w:line="240" w:lineRule="auto"/>
              <w:ind w:left="248" w:right="248"/>
            </w:pPr>
          </w:p>
          <w:p w:rsidR="00945CC5" w:rsidRPr="00E849C2" w:rsidRDefault="00E849C2" w:rsidP="00A273BC">
            <w:pPr>
              <w:spacing w:before="111" w:after="0" w:line="240" w:lineRule="auto"/>
              <w:ind w:left="126" w:right="126"/>
              <w:jc w:val="center"/>
              <w:rPr>
                <w:rFonts w:ascii="Verdana" w:hAnsi="Verdana"/>
                <w:b/>
                <w:noProof/>
                <w:sz w:val="110"/>
                <w:szCs w:val="110"/>
              </w:rPr>
            </w:pPr>
            <w:r>
              <w:rPr>
                <w:rFonts w:ascii="Verdana" w:hAnsi="Verdana"/>
                <w:b/>
                <w:noProof/>
                <w:sz w:val="110"/>
                <w:szCs w:val="110"/>
              </w:rPr>
              <w:t>Enter Name</w:t>
            </w:r>
          </w:p>
          <w:p w:rsidR="00945CC5" w:rsidRPr="00A273BC" w:rsidRDefault="00945CC5" w:rsidP="00A273BC">
            <w:pPr>
              <w:spacing w:before="111" w:after="0" w:line="240" w:lineRule="auto"/>
              <w:ind w:left="126" w:right="126"/>
              <w:jc w:val="center"/>
            </w:pPr>
          </w:p>
        </w:tc>
      </w:tr>
    </w:tbl>
    <w:p w:rsidR="00312F7D" w:rsidRPr="00312F7D" w:rsidRDefault="00312F7D" w:rsidP="00312F7D">
      <w:pPr>
        <w:ind w:left="248" w:right="248"/>
        <w:rPr>
          <w:vanish/>
        </w:rPr>
      </w:pPr>
    </w:p>
    <w:sectPr w:rsidR="00312F7D" w:rsidRPr="00312F7D" w:rsidSect="009041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720" w:right="0" w:bottom="0" w:left="0" w:header="720" w:footer="720" w:gutter="0"/>
      <w:paperSrc w:first="4" w:other="4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2C61" w:rsidRDefault="00A52C61" w:rsidP="00945CC5">
      <w:pPr>
        <w:spacing w:after="0" w:line="240" w:lineRule="auto"/>
      </w:pPr>
      <w:r>
        <w:separator/>
      </w:r>
    </w:p>
  </w:endnote>
  <w:endnote w:type="continuationSeparator" w:id="0">
    <w:p w:rsidR="00A52C61" w:rsidRDefault="00A52C61" w:rsidP="0094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2F2" w:rsidRDefault="001252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2F2" w:rsidRDefault="001252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2F2" w:rsidRDefault="001252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2C61" w:rsidRDefault="00A52C61" w:rsidP="00945CC5">
      <w:pPr>
        <w:spacing w:after="0" w:line="240" w:lineRule="auto"/>
      </w:pPr>
      <w:r>
        <w:separator/>
      </w:r>
    </w:p>
  </w:footnote>
  <w:footnote w:type="continuationSeparator" w:id="0">
    <w:p w:rsidR="00A52C61" w:rsidRDefault="00A52C61" w:rsidP="0094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2F2" w:rsidRDefault="001252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2F2" w:rsidRDefault="001252F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2F2" w:rsidRDefault="001252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removePersonalInformation/>
  <w:removeDateAndTime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04163"/>
    <w:rsid w:val="001252F2"/>
    <w:rsid w:val="00312F7D"/>
    <w:rsid w:val="006F0981"/>
    <w:rsid w:val="007B0C49"/>
    <w:rsid w:val="00904163"/>
    <w:rsid w:val="00945CC5"/>
    <w:rsid w:val="00A273BC"/>
    <w:rsid w:val="00A52C61"/>
    <w:rsid w:val="00B423C4"/>
    <w:rsid w:val="00B5363B"/>
    <w:rsid w:val="00D53A75"/>
    <w:rsid w:val="00DD690B"/>
    <w:rsid w:val="00E849C2"/>
    <w:rsid w:val="00F3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CC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DD690B"/>
    <w:pPr>
      <w:keepNext/>
      <w:spacing w:after="0" w:line="240" w:lineRule="auto"/>
      <w:ind w:left="144" w:right="144"/>
      <w:jc w:val="center"/>
      <w:outlineLvl w:val="0"/>
    </w:pPr>
    <w:rPr>
      <w:rFonts w:ascii="Times New Roman" w:eastAsia="Times New Roman" w:hAnsi="Times New Roman"/>
      <w:b/>
      <w:bCs/>
      <w:sz w:val="14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2F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D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D690B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DD690B"/>
    <w:rPr>
      <w:rFonts w:ascii="Times New Roman" w:eastAsia="Times New Roman" w:hAnsi="Times New Roman" w:cs="Times New Roman"/>
      <w:b/>
      <w:bCs/>
      <w:sz w:val="144"/>
      <w:szCs w:val="24"/>
    </w:rPr>
  </w:style>
  <w:style w:type="paragraph" w:styleId="Header">
    <w:name w:val="header"/>
    <w:basedOn w:val="Normal"/>
    <w:link w:val="HeaderChar"/>
    <w:uiPriority w:val="99"/>
    <w:unhideWhenUsed/>
    <w:rsid w:val="00945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5CC5"/>
  </w:style>
  <w:style w:type="paragraph" w:styleId="Footer">
    <w:name w:val="footer"/>
    <w:basedOn w:val="Normal"/>
    <w:link w:val="FooterChar"/>
    <w:uiPriority w:val="99"/>
    <w:unhideWhenUsed/>
    <w:rsid w:val="00945C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5C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AppData\Local\Temp\Microsoft%20Word%20Template%208758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D57B3-2DF1-4DAE-8EE1-70A28A3D6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Microsoft Word Template 87587.dot</Template>
  <TotalTime>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2012-04-12T10:08:00Z</dcterms:created>
  <dcterms:modified xsi:type="dcterms:W3CDTF">2012-04-12T10:13:00Z</dcterms:modified>
</cp:coreProperties>
</file>